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04" w:rsidRDefault="00EF3904" w:rsidP="00223F4F">
      <w:pPr>
        <w:jc w:val="both"/>
      </w:pPr>
      <w:r>
        <w:t xml:space="preserve">           На основу члана  85 ст.1 тач.1 Статута града Врања ( Службени гласник града Врања бр.37/18), Скупштина града Врања, на седници одржаној дана 11.03.2019.године, донела је:</w:t>
      </w:r>
    </w:p>
    <w:p w:rsidR="00EF3904" w:rsidRDefault="00EF3904"/>
    <w:p w:rsidR="00EF3904" w:rsidRDefault="00EF3904" w:rsidP="00A06E78">
      <w:pPr>
        <w:tabs>
          <w:tab w:val="left" w:pos="3916"/>
        </w:tabs>
        <w:jc w:val="center"/>
        <w:rPr>
          <w:b/>
        </w:rPr>
      </w:pPr>
    </w:p>
    <w:p w:rsidR="00EF3904" w:rsidRPr="00A06E78" w:rsidRDefault="00EF3904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Р Е Ш Е Њ Е</w:t>
      </w:r>
    </w:p>
    <w:p w:rsidR="00EF3904" w:rsidRPr="00223F4F" w:rsidRDefault="00EF3904" w:rsidP="00FE7C5A">
      <w:pPr>
        <w:tabs>
          <w:tab w:val="left" w:pos="3916"/>
        </w:tabs>
        <w:jc w:val="center"/>
        <w:rPr>
          <w:b/>
        </w:rPr>
      </w:pPr>
      <w:r>
        <w:rPr>
          <w:b/>
        </w:rPr>
        <w:t>О ДАВАЊУ ПРЕTХОДНЕ САГЛАСНОСТИ НА СТАТУТ ГРАДСКЕ ОПШТИНЕ ВРАЊСКА БАЊА</w:t>
      </w:r>
    </w:p>
    <w:p w:rsidR="00EF3904" w:rsidRPr="00B666A4" w:rsidRDefault="00EF3904" w:rsidP="00B666A4">
      <w:pPr>
        <w:tabs>
          <w:tab w:val="left" w:pos="3916"/>
        </w:tabs>
        <w:rPr>
          <w:b/>
        </w:rPr>
      </w:pPr>
    </w:p>
    <w:p w:rsidR="00EF3904" w:rsidRPr="00A06E78" w:rsidRDefault="00EF3904" w:rsidP="00A06E78"/>
    <w:p w:rsidR="00EF3904" w:rsidRPr="00A06E78" w:rsidRDefault="00EF3904" w:rsidP="00A06E78">
      <w:pPr>
        <w:jc w:val="center"/>
        <w:rPr>
          <w:b/>
        </w:rPr>
      </w:pPr>
      <w:r w:rsidRPr="00A06E78">
        <w:rPr>
          <w:b/>
        </w:rPr>
        <w:t>I</w:t>
      </w:r>
    </w:p>
    <w:p w:rsidR="00EF3904" w:rsidRPr="00223F4F" w:rsidRDefault="00EF3904" w:rsidP="00A06E78">
      <w:pPr>
        <w:ind w:firstLine="720"/>
      </w:pPr>
      <w:r w:rsidRPr="00223F4F">
        <w:rPr>
          <w:b/>
        </w:rPr>
        <w:t>ДАЈЕ СЕ</w:t>
      </w:r>
      <w:r>
        <w:t xml:space="preserve"> пре</w:t>
      </w:r>
      <w:r>
        <w:rPr>
          <w:lang w:val="sr-Cyrl-CS"/>
        </w:rPr>
        <w:t>т</w:t>
      </w:r>
      <w:r>
        <w:t>ходна сагласност на на Статут Градске општине Врањска Бања.</w:t>
      </w:r>
    </w:p>
    <w:p w:rsidR="00EF3904" w:rsidRDefault="00EF3904" w:rsidP="00A06E78"/>
    <w:p w:rsidR="00EF3904" w:rsidRDefault="00EF3904" w:rsidP="00A06E78">
      <w:pPr>
        <w:jc w:val="center"/>
        <w:rPr>
          <w:b/>
        </w:rPr>
      </w:pPr>
      <w:r w:rsidRPr="00A06E78">
        <w:rPr>
          <w:b/>
        </w:rPr>
        <w:t>II</w:t>
      </w:r>
    </w:p>
    <w:p w:rsidR="00EF3904" w:rsidRDefault="00EF3904" w:rsidP="00A06E78"/>
    <w:p w:rsidR="00EF3904" w:rsidRDefault="00EF3904" w:rsidP="00A06E78">
      <w:pPr>
        <w:tabs>
          <w:tab w:val="left" w:pos="938"/>
        </w:tabs>
      </w:pPr>
      <w:r>
        <w:tab/>
        <w:t>Решење ступа на снагу даном доношења и објавиће се у Службеном гласнику града Врања.</w:t>
      </w:r>
    </w:p>
    <w:p w:rsidR="00EF3904" w:rsidRDefault="00EF3904" w:rsidP="00A06E78">
      <w:pPr>
        <w:jc w:val="both"/>
      </w:pPr>
      <w:r>
        <w:tab/>
      </w:r>
    </w:p>
    <w:p w:rsidR="00EF3904" w:rsidRDefault="00EF3904" w:rsidP="00A06E78">
      <w:pPr>
        <w:jc w:val="center"/>
        <w:rPr>
          <w:b/>
        </w:rPr>
      </w:pPr>
      <w:r>
        <w:rPr>
          <w:b/>
        </w:rPr>
        <w:t>СКУПШТИНА ГРАДА ВРАЊА</w:t>
      </w:r>
    </w:p>
    <w:p w:rsidR="00EF3904" w:rsidRDefault="00EF3904" w:rsidP="00A06E78">
      <w:pPr>
        <w:jc w:val="center"/>
        <w:rPr>
          <w:b/>
        </w:rPr>
      </w:pPr>
      <w:r>
        <w:rPr>
          <w:b/>
        </w:rPr>
        <w:t>11.03.2019.године, број: 02-43/2019-10</w:t>
      </w:r>
    </w:p>
    <w:p w:rsidR="00EF3904" w:rsidRDefault="00EF3904" w:rsidP="00A06E78">
      <w:pPr>
        <w:jc w:val="center"/>
        <w:rPr>
          <w:b/>
        </w:rPr>
      </w:pPr>
    </w:p>
    <w:p w:rsidR="00EF3904" w:rsidRPr="00773A58" w:rsidRDefault="00EF3904" w:rsidP="00A06E78">
      <w:pPr>
        <w:jc w:val="center"/>
        <w:rPr>
          <w:b/>
        </w:rPr>
      </w:pPr>
    </w:p>
    <w:p w:rsidR="00EF3904" w:rsidRPr="00773A58" w:rsidRDefault="00EF3904" w:rsidP="00A06E78">
      <w:pPr>
        <w:jc w:val="both"/>
        <w:rPr>
          <w:b/>
        </w:rPr>
      </w:pPr>
      <w:r w:rsidRPr="00773A58">
        <w:rPr>
          <w:b/>
        </w:rPr>
        <w:t xml:space="preserve">                                                                                                      ПРЕДСЕДНИК СКУПШТИНЕ</w:t>
      </w:r>
    </w:p>
    <w:p w:rsidR="00EF3904" w:rsidRDefault="00EF3904" w:rsidP="00A06E78">
      <w:pPr>
        <w:jc w:val="both"/>
        <w:rPr>
          <w:b/>
        </w:rPr>
      </w:pPr>
      <w:r w:rsidRPr="00773A58">
        <w:rPr>
          <w:b/>
        </w:rPr>
        <w:t xml:space="preserve">                                                                    </w:t>
      </w:r>
      <w:r>
        <w:rPr>
          <w:b/>
        </w:rPr>
        <w:t xml:space="preserve">                                </w:t>
      </w:r>
      <w:r w:rsidRPr="00773A58">
        <w:rPr>
          <w:b/>
        </w:rPr>
        <w:t xml:space="preserve"> Дејан Тричковић, спец.двм</w:t>
      </w:r>
      <w:r>
        <w:rPr>
          <w:b/>
        </w:rPr>
        <w:t>,с.р.</w:t>
      </w:r>
    </w:p>
    <w:p w:rsidR="00EF3904" w:rsidRDefault="00EF3904" w:rsidP="00A06E78">
      <w:pPr>
        <w:jc w:val="both"/>
        <w:rPr>
          <w:b/>
        </w:rPr>
      </w:pPr>
    </w:p>
    <w:p w:rsidR="00EF3904" w:rsidRDefault="00EF3904" w:rsidP="00A06E78">
      <w:pPr>
        <w:jc w:val="both"/>
        <w:rPr>
          <w:b/>
        </w:rPr>
      </w:pPr>
      <w:r>
        <w:rPr>
          <w:b/>
        </w:rPr>
        <w:t>ТАЧНОСТ ПРЕПИСА ОВЕРАВА:                                                    СЕКРЕТАР СКУПШТИНЕ</w:t>
      </w:r>
    </w:p>
    <w:p w:rsidR="00EF3904" w:rsidRDefault="00EF3904" w:rsidP="00417226">
      <w:pPr>
        <w:jc w:val="both"/>
      </w:pPr>
      <w:r>
        <w:rPr>
          <w:b/>
        </w:rPr>
        <w:t xml:space="preserve">                                                                                                                  Марко Тричковић</w:t>
      </w:r>
    </w:p>
    <w:p w:rsidR="00EF3904" w:rsidRDefault="00EF3904" w:rsidP="00223F4F">
      <w:pPr>
        <w:tabs>
          <w:tab w:val="left" w:pos="3155"/>
        </w:tabs>
      </w:pPr>
      <w:r>
        <w:tab/>
      </w:r>
    </w:p>
    <w:sectPr w:rsidR="00EF3904" w:rsidSect="00350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E78"/>
    <w:rsid w:val="00046DB0"/>
    <w:rsid w:val="00063477"/>
    <w:rsid w:val="000939BD"/>
    <w:rsid w:val="00104E8B"/>
    <w:rsid w:val="00223082"/>
    <w:rsid w:val="00223F4F"/>
    <w:rsid w:val="00247780"/>
    <w:rsid w:val="00350EC8"/>
    <w:rsid w:val="00417226"/>
    <w:rsid w:val="004C5D1D"/>
    <w:rsid w:val="004D1014"/>
    <w:rsid w:val="0059450F"/>
    <w:rsid w:val="007322B5"/>
    <w:rsid w:val="00734CD3"/>
    <w:rsid w:val="0073592F"/>
    <w:rsid w:val="00773A58"/>
    <w:rsid w:val="00821E9F"/>
    <w:rsid w:val="0088460B"/>
    <w:rsid w:val="008E41CB"/>
    <w:rsid w:val="00945EBE"/>
    <w:rsid w:val="009D5881"/>
    <w:rsid w:val="00A06E78"/>
    <w:rsid w:val="00A3662B"/>
    <w:rsid w:val="00AB1A9F"/>
    <w:rsid w:val="00AD4DBD"/>
    <w:rsid w:val="00B666A4"/>
    <w:rsid w:val="00BA7231"/>
    <w:rsid w:val="00BD0B12"/>
    <w:rsid w:val="00D87038"/>
    <w:rsid w:val="00ED2145"/>
    <w:rsid w:val="00EF3904"/>
    <w:rsid w:val="00EF3956"/>
    <w:rsid w:val="00F774E6"/>
    <w:rsid w:val="00F819FA"/>
    <w:rsid w:val="00FE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146</Words>
  <Characters>835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11</cp:revision>
  <cp:lastPrinted>2019-03-12T09:56:00Z</cp:lastPrinted>
  <dcterms:created xsi:type="dcterms:W3CDTF">2019-03-05T08:27:00Z</dcterms:created>
  <dcterms:modified xsi:type="dcterms:W3CDTF">2019-03-12T10:16:00Z</dcterms:modified>
</cp:coreProperties>
</file>